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17676">
        <w:rPr>
          <w:rFonts w:ascii="Corbel" w:hAnsi="Corbel"/>
          <w:b/>
          <w:smallCaps/>
          <w:sz w:val="24"/>
          <w:szCs w:val="24"/>
        </w:rPr>
        <w:t>202</w:t>
      </w:r>
      <w:r w:rsidR="003803A5">
        <w:rPr>
          <w:rFonts w:ascii="Corbel" w:hAnsi="Corbel"/>
          <w:b/>
          <w:smallCaps/>
          <w:sz w:val="24"/>
          <w:szCs w:val="24"/>
        </w:rPr>
        <w:t>1</w:t>
      </w:r>
      <w:r w:rsidR="00817676">
        <w:rPr>
          <w:rFonts w:ascii="Corbel" w:hAnsi="Corbel"/>
          <w:b/>
          <w:smallCaps/>
          <w:sz w:val="24"/>
          <w:szCs w:val="24"/>
        </w:rPr>
        <w:t xml:space="preserve"> -202</w:t>
      </w:r>
      <w:r w:rsidR="003803A5">
        <w:rPr>
          <w:rFonts w:ascii="Corbel" w:hAnsi="Corbel"/>
          <w:b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03EB6">
        <w:rPr>
          <w:rFonts w:ascii="Corbel" w:hAnsi="Corbel"/>
          <w:sz w:val="20"/>
          <w:szCs w:val="20"/>
        </w:rPr>
        <w:t xml:space="preserve">Rok akademicki   </w:t>
      </w:r>
      <w:r w:rsidR="00817676">
        <w:rPr>
          <w:rFonts w:ascii="Corbel" w:hAnsi="Corbel"/>
          <w:smallCaps/>
          <w:sz w:val="24"/>
          <w:szCs w:val="24"/>
        </w:rPr>
        <w:t>202</w:t>
      </w:r>
      <w:r w:rsidR="003803A5">
        <w:rPr>
          <w:rFonts w:ascii="Corbel" w:hAnsi="Corbel"/>
          <w:smallCaps/>
          <w:sz w:val="24"/>
          <w:szCs w:val="24"/>
        </w:rPr>
        <w:t>4</w:t>
      </w:r>
      <w:r w:rsidR="00817676">
        <w:rPr>
          <w:rFonts w:ascii="Corbel" w:hAnsi="Corbel"/>
          <w:smallCaps/>
          <w:sz w:val="24"/>
          <w:szCs w:val="24"/>
        </w:rPr>
        <w:t>/2</w:t>
      </w:r>
      <w:r w:rsidR="003803A5">
        <w:rPr>
          <w:rFonts w:ascii="Corbel" w:hAnsi="Corbel"/>
          <w:smallCaps/>
          <w:sz w:val="24"/>
          <w:szCs w:val="24"/>
        </w:rPr>
        <w:t>025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A2485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62B17" w:rsidRDefault="00106B51" w:rsidP="009A5A4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2B17">
              <w:rPr>
                <w:rFonts w:ascii="Corbel" w:hAnsi="Corbel"/>
                <w:sz w:val="24"/>
                <w:szCs w:val="24"/>
              </w:rPr>
              <w:t>Strategie edukacyjne w przedszkolu i w szkole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147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147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35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0E31D3">
        <w:trPr>
          <w:trHeight w:val="70"/>
        </w:trPr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C7CC7" w:rsidP="00BC7C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06B51">
              <w:rPr>
                <w:rFonts w:ascii="Corbel" w:hAnsi="Corbel"/>
                <w:b w:val="0"/>
                <w:sz w:val="24"/>
                <w:szCs w:val="24"/>
              </w:rPr>
              <w:t>IV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7 i 8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A2485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E41357" w:rsidRDefault="009A5A43" w:rsidP="00A24853">
            <w:pPr>
              <w:spacing w:after="0" w:line="240" w:lineRule="auto"/>
              <w:ind w:right="251"/>
              <w:rPr>
                <w:rFonts w:ascii="Corbel" w:hAnsi="Corbel"/>
                <w:lang w:eastAsia="pl-PL"/>
              </w:rPr>
            </w:pPr>
            <w:r>
              <w:rPr>
                <w:rFonts w:ascii="Corbel" w:eastAsia="Times New Roman" w:hAnsi="Corbel"/>
                <w:color w:val="00000A"/>
                <w:sz w:val="24"/>
              </w:rPr>
              <w:t xml:space="preserve">C. </w:t>
            </w:r>
            <w:r w:rsidR="00E41357" w:rsidRPr="00E41357">
              <w:rPr>
                <w:rFonts w:ascii="Corbel" w:eastAsia="Times New Roman" w:hAnsi="Corbel"/>
                <w:color w:val="00000A"/>
                <w:sz w:val="24"/>
              </w:rPr>
              <w:t xml:space="preserve">Wspieranie rozwoju dzieci w wieku przedszkolnym i młodszym wieku szkolnym 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3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Sławomira Pusz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C7C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A4F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06B51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51" w:rsidRDefault="00BC7C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6773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67739B">
        <w:rPr>
          <w:rFonts w:ascii="Corbel" w:hAnsi="Corbel"/>
          <w:smallCaps w:val="0"/>
          <w:szCs w:val="24"/>
          <w:u w:val="single"/>
        </w:rPr>
        <w:t>egzamin</w:t>
      </w:r>
      <w:bookmarkStart w:id="0" w:name="_GoBack"/>
      <w:bookmarkEnd w:id="0"/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17F3" w:rsidP="006773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i umiejętności z zakresu teoretycznych podstaw kształcenia, teoretyc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nych podstaw wychowania, psychologii ogólnej i rozwojowej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:rsidTr="0010565C">
        <w:tc>
          <w:tcPr>
            <w:tcW w:w="844" w:type="dxa"/>
            <w:vAlign w:val="center"/>
          </w:tcPr>
          <w:p w:rsidR="0074398B" w:rsidRPr="009C54AE" w:rsidRDefault="0074398B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:rsidR="0074398B" w:rsidRPr="00E07019" w:rsidRDefault="00AC2BF9" w:rsidP="007A3090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Poznanie współczesnych teorii i koncepcji w pedagogice wczesnoszkolnej i prze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>szkolnej oraz ich kulturowych uwarunkowań.</w:t>
            </w:r>
          </w:p>
        </w:tc>
      </w:tr>
      <w:tr w:rsidR="00AC2BF9" w:rsidRPr="009C54AE" w:rsidTr="008506A7">
        <w:tc>
          <w:tcPr>
            <w:tcW w:w="844" w:type="dxa"/>
            <w:vAlign w:val="center"/>
          </w:tcPr>
          <w:p w:rsidR="00AC2BF9" w:rsidRPr="009C54AE" w:rsidRDefault="00AC2BF9" w:rsidP="007A309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AC2BF9" w:rsidRDefault="00AC2BF9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 indywidualizacji w procesie dydaktyczno- wychowa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czym w edukacji przedszkolnej i wczesnoszkolnej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AC2BF9" w:rsidRPr="009C54AE" w:rsidTr="008506A7">
        <w:tc>
          <w:tcPr>
            <w:tcW w:w="844" w:type="dxa"/>
            <w:vAlign w:val="center"/>
          </w:tcPr>
          <w:p w:rsidR="00AC2BF9" w:rsidRPr="009C54AE" w:rsidRDefault="00AC2BF9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AC2BF9" w:rsidRDefault="00AC2BF9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projektowania spersonalizowanych strategii edukacy</w:t>
            </w: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j</w:t>
            </w: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nych w przedszkolu i klasach I–III szkoły podstawowej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74398B" w:rsidRPr="009C54AE" w:rsidTr="0010565C">
        <w:tc>
          <w:tcPr>
            <w:tcW w:w="844" w:type="dxa"/>
            <w:vAlign w:val="center"/>
          </w:tcPr>
          <w:p w:rsidR="0074398B" w:rsidRPr="009C54AE" w:rsidRDefault="0074398B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:rsidR="0074398B" w:rsidRPr="0067739B" w:rsidRDefault="00AC2BF9" w:rsidP="007A309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67739B">
              <w:rPr>
                <w:rFonts w:ascii="Corbel" w:eastAsia="Times New Roman" w:hAnsi="Corbel"/>
                <w:sz w:val="24"/>
                <w:szCs w:val="24"/>
              </w:rPr>
              <w:t>Kształtowanie umiejętności rozpoznawania potrzeb, możliwości i uzdolnień dziecka lub ucznia, a także planowania i realizacji działań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 xml:space="preserve"> wszechstronnie</w:t>
            </w:r>
            <w:r w:rsidRPr="0067739B"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wspierających w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y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chowanka.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0FBB" w:rsidRPr="009C54AE" w:rsidTr="00E95F74"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92D6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Scharakteryzuje dyskursy funkcjonujące w pedagogice wczesnoszkolnej: funkcjonalistyczno-behawiorystyczny, humanistyczno- adaptacyjny, konstruktywistyczno- sp</w:t>
            </w:r>
            <w:r w:rsidRPr="00F92D63">
              <w:rPr>
                <w:rFonts w:ascii="Corbel" w:hAnsi="Corbel"/>
                <w:sz w:val="24"/>
                <w:szCs w:val="24"/>
              </w:rPr>
              <w:t>o</w:t>
            </w:r>
            <w:r w:rsidRPr="00F92D63">
              <w:rPr>
                <w:rFonts w:ascii="Corbel" w:hAnsi="Corbel"/>
                <w:sz w:val="24"/>
                <w:szCs w:val="24"/>
              </w:rPr>
              <w:t>łeczny, konstruktywistyczno- rozwojowy i krytyczno- emancypacyjny; zróżnicowane modele procesu wspier</w:t>
            </w:r>
            <w:r w:rsidRPr="00F92D63">
              <w:rPr>
                <w:rFonts w:ascii="Corbel" w:hAnsi="Corbel"/>
                <w:sz w:val="24"/>
                <w:szCs w:val="24"/>
              </w:rPr>
              <w:t>a</w:t>
            </w:r>
            <w:r w:rsidRPr="00F92D63">
              <w:rPr>
                <w:rFonts w:ascii="Corbel" w:hAnsi="Corbel"/>
                <w:sz w:val="24"/>
                <w:szCs w:val="24"/>
              </w:rPr>
              <w:t>nia rozwoju dziecka lub ucznia.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PPiW.W12</w:t>
            </w: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:rsidTr="00D22EFB"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Zna i rozumie zasady wykorzystywania zabawy do stym</w:t>
            </w:r>
            <w:r w:rsidRPr="00F92D63">
              <w:rPr>
                <w:rFonts w:ascii="Corbel" w:hAnsi="Corbel"/>
                <w:sz w:val="24"/>
                <w:szCs w:val="24"/>
              </w:rPr>
              <w:t>u</w:t>
            </w:r>
            <w:r w:rsidRPr="00F92D63">
              <w:rPr>
                <w:rFonts w:ascii="Corbel" w:hAnsi="Corbel"/>
                <w:sz w:val="24"/>
                <w:szCs w:val="24"/>
              </w:rPr>
              <w:t>lowania rozwoju dziecka oraz rolę inicjacji: czytelniczej, teatralnej, muzycznej, plastycznej i technicznej.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PPiW.K8</w:t>
            </w:r>
          </w:p>
          <w:p w:rsidR="00D50FBB" w:rsidRPr="00F92D63" w:rsidRDefault="00D50FBB" w:rsidP="007A30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50FBB" w:rsidRPr="009C54AE" w:rsidTr="00523748">
        <w:trPr>
          <w:trHeight w:val="787"/>
        </w:trPr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W ramach pracy grupowej projektuje zestaw zabaw/ dzi</w:t>
            </w:r>
            <w:r w:rsidRPr="00F92D63">
              <w:rPr>
                <w:rFonts w:ascii="Corbel" w:hAnsi="Corbel"/>
                <w:sz w:val="24"/>
                <w:szCs w:val="24"/>
              </w:rPr>
              <w:t>a</w:t>
            </w:r>
            <w:r w:rsidRPr="00F92D63">
              <w:rPr>
                <w:rFonts w:ascii="Corbel" w:hAnsi="Corbel"/>
                <w:sz w:val="24"/>
                <w:szCs w:val="24"/>
              </w:rPr>
              <w:t>łań rozwijających postawę twórczą dzieci przedszkolnych i uczniów edukacji wczesnoszkolnej.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PPiW.U02</w:t>
            </w: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:rsidTr="00523748">
        <w:trPr>
          <w:trHeight w:val="787"/>
        </w:trPr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Przygotowuje indywidualny program wsparcia ucznia zdolnego/ z ryzykiem dysleksji uwzględniający indywid</w:t>
            </w:r>
            <w:r w:rsidRPr="00F92D63">
              <w:rPr>
                <w:rFonts w:ascii="Corbel" w:hAnsi="Corbel"/>
                <w:sz w:val="24"/>
                <w:szCs w:val="24"/>
              </w:rPr>
              <w:t>u</w:t>
            </w:r>
            <w:r w:rsidRPr="00F92D63">
              <w:rPr>
                <w:rFonts w:ascii="Corbel" w:hAnsi="Corbel"/>
                <w:sz w:val="24"/>
                <w:szCs w:val="24"/>
              </w:rPr>
              <w:t>alne potrzeby, możliwości i uzdolnienia dziecka/ ucznia, z nastawieniem na osobowy i podmiotowy rozwój.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PPiW.U02</w:t>
            </w: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:rsidTr="00926DAB">
        <w:trPr>
          <w:trHeight w:val="1125"/>
        </w:trPr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Projektuje i symuluje działania edukacyjne nastawione na konstruowanie wiedzy w przedszkolu i klasach I–III szkoły podstawowej, integrowanie różnych sposobów uczenia się- grupowe tworzenie i prezentowanie projektu eduk</w:t>
            </w:r>
            <w:r w:rsidRPr="00F92D63">
              <w:rPr>
                <w:rFonts w:ascii="Corbel" w:hAnsi="Corbel"/>
                <w:sz w:val="24"/>
                <w:szCs w:val="24"/>
              </w:rPr>
              <w:t>a</w:t>
            </w:r>
            <w:r w:rsidRPr="00F92D63">
              <w:rPr>
                <w:rFonts w:ascii="Corbel" w:hAnsi="Corbel"/>
                <w:sz w:val="24"/>
                <w:szCs w:val="24"/>
              </w:rPr>
              <w:t>cyjnego.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PPiW.W12</w:t>
            </w: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:rsidTr="00E95F74"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Jest gotów do formowania wartościowych indywidualnie i społecznie zachowań i postaw dzieci/uczniów wobec ku</w:t>
            </w:r>
            <w:r w:rsidRPr="00F92D63">
              <w:rPr>
                <w:rFonts w:ascii="Corbel" w:hAnsi="Corbel"/>
                <w:sz w:val="24"/>
                <w:szCs w:val="24"/>
              </w:rPr>
              <w:t>l</w:t>
            </w:r>
            <w:r w:rsidRPr="00F92D63">
              <w:rPr>
                <w:rFonts w:ascii="Corbel" w:hAnsi="Corbel"/>
                <w:sz w:val="24"/>
                <w:szCs w:val="24"/>
              </w:rPr>
              <w:t>tury i sztuki, oraz inspirowania wychowanków do wyraż</w:t>
            </w:r>
            <w:r w:rsidRPr="00F92D63">
              <w:rPr>
                <w:rFonts w:ascii="Corbel" w:hAnsi="Corbel"/>
                <w:sz w:val="24"/>
                <w:szCs w:val="24"/>
              </w:rPr>
              <w:t>a</w:t>
            </w:r>
            <w:r w:rsidRPr="00F92D63">
              <w:rPr>
                <w:rFonts w:ascii="Corbel" w:hAnsi="Corbel"/>
                <w:sz w:val="24"/>
                <w:szCs w:val="24"/>
              </w:rPr>
              <w:t>nia swojej indywidualności w sposób twórczy.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PPiW.K2</w:t>
            </w: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10565C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Teoria wielostronnego kształcenia W. Okonia jako baza do rozumienia różnych strategii 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>na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>u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 xml:space="preserve">czania </w:t>
            </w:r>
            <w:r w:rsidR="00556F5F">
              <w:rPr>
                <w:rFonts w:ascii="Corbel" w:hAnsi="Corbel"/>
                <w:sz w:val="24"/>
                <w:szCs w:val="24"/>
              </w:rPr>
              <w:t>–uczenia się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5908" w:rsidRPr="009C54AE" w:rsidTr="00523748">
        <w:tc>
          <w:tcPr>
            <w:tcW w:w="9520" w:type="dxa"/>
          </w:tcPr>
          <w:p w:rsidR="00135908" w:rsidRDefault="00135908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4B5">
              <w:rPr>
                <w:rFonts w:ascii="Corbel" w:hAnsi="Corbel"/>
                <w:sz w:val="24"/>
                <w:szCs w:val="24"/>
              </w:rPr>
              <w:t>Konstruowanie wiedzy w przedszkolu i klasach I–III szkoły podstawowej, integrowanie różnych sposobów uczenia się, w tym różnych treści, oraz wiedzy osobistej dziecka i wiedzy nowej oraz ich rekonstrukcji</w:t>
            </w:r>
            <w:r w:rsidR="00E565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sytuacji  umożliwiających dziecku/uczniowi samorealizację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 – rozwijanie myślenia dzieci.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Metoda projektów jako wykorzystanie różnorodnych strategii edukacyjnych </w:t>
            </w:r>
            <w:r w:rsidRPr="008214B5">
              <w:rPr>
                <w:rFonts w:ascii="Corbel" w:hAnsi="Corbel"/>
                <w:sz w:val="24"/>
                <w:szCs w:val="24"/>
              </w:rPr>
              <w:t>angażując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8214B5">
              <w:rPr>
                <w:rFonts w:ascii="Corbel" w:hAnsi="Corbel"/>
                <w:sz w:val="24"/>
                <w:szCs w:val="24"/>
              </w:rPr>
              <w:t>emocjonalnie, motywacyjnie i poznawczo uczniów</w:t>
            </w:r>
            <w:r w:rsidR="00E565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do twórczości  jako ważny element kształcenia, kryteria postawy twórczej, w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miary i koncepcje twórczości pedagogicznej, warunki twórczości pedagogicznej, teoretyczne podstawy twórczej aktywności i ekspresji uczniów klas początkowych.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 w perspektywie kształcenia uczniów o specjalnych potrzebach edukacyjnych Praca z uczniem zdolnym i dzieckiem z ryzykiem dysleksji.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7861C5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czynniki zwiększające efektywność procesu uczenia się.</w:t>
            </w:r>
            <w:r w:rsidRPr="002E350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2E3507">
              <w:rPr>
                <w:rFonts w:ascii="Corbel" w:hAnsi="Corbel"/>
                <w:sz w:val="24"/>
                <w:szCs w:val="24"/>
              </w:rPr>
              <w:t>onstruowanie wiedzy w przedszkolu i klasach I–III szkoły podstawowej, integrowanie różnych sposobów uczenia się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dydaktyczne tworzone przez uczniów edukacji wczesnoszkolnej jako element stosowania różnych strategii kształcenia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Zintegrowane zadania w edukacji wczesnoszkolnej </w:t>
            </w:r>
            <w:r w:rsidRPr="008214B5">
              <w:rPr>
                <w:rFonts w:ascii="Corbel" w:hAnsi="Corbel"/>
                <w:sz w:val="24"/>
                <w:szCs w:val="24"/>
              </w:rPr>
              <w:t>stymulujące aktywność poznawczą dzieci lub uczniów, wspólnotowe i kooperacyjne uczenie się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Zabawa jako mechanizm </w:t>
            </w:r>
            <w:r w:rsidRPr="008214B5">
              <w:rPr>
                <w:rFonts w:ascii="Corbel" w:hAnsi="Corbel"/>
                <w:sz w:val="24"/>
                <w:szCs w:val="24"/>
              </w:rPr>
              <w:t>stymulowania rozwoju dziecka oraz rolę inicjacji: czytelniczej, te</w:t>
            </w:r>
            <w:r w:rsidRPr="008214B5">
              <w:rPr>
                <w:rFonts w:ascii="Corbel" w:hAnsi="Corbel"/>
                <w:sz w:val="24"/>
                <w:szCs w:val="24"/>
              </w:rPr>
              <w:t>a</w:t>
            </w:r>
            <w:r w:rsidRPr="008214B5">
              <w:rPr>
                <w:rFonts w:ascii="Corbel" w:hAnsi="Corbel"/>
                <w:sz w:val="24"/>
                <w:szCs w:val="24"/>
              </w:rPr>
              <w:t>tralnej, muzycznej, plastycznej i technicznej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8214B5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podstawy programowej i podręczników pod kątem uczenia się przez przeżywanie</w:t>
            </w:r>
            <w:r w:rsidR="00FC6230">
              <w:rPr>
                <w:rFonts w:ascii="Corbel" w:hAnsi="Corbel"/>
                <w:sz w:val="24"/>
                <w:szCs w:val="24"/>
              </w:rPr>
              <w:t>, rozwiązywanie problemów i działanie.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4A3600" w:rsidP="004A36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inteligencji wielorakich wykorzystywana w diagnozie i stymulacji zdolności dzieci – pr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jektowanie programów pracy z dzieckiem zdolnym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4A3600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i prezentowanie scenariuszy zajęć w przedszkolu i klasach I-III uwzględniaj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cych indywidualizację  zróżnicowaną wielowymiarową.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6519">
              <w:rPr>
                <w:rFonts w:ascii="Corbel" w:hAnsi="Corbel"/>
                <w:sz w:val="24"/>
                <w:szCs w:val="24"/>
              </w:rPr>
              <w:t>Stymulowanie aktywności poznawczej dziecka lub ucznia, zabawy i zadania stymulujące ro</w:t>
            </w:r>
            <w:r w:rsidRPr="00E56519">
              <w:rPr>
                <w:rFonts w:ascii="Corbel" w:hAnsi="Corbel"/>
                <w:sz w:val="24"/>
                <w:szCs w:val="24"/>
              </w:rPr>
              <w:t>z</w:t>
            </w:r>
            <w:r w:rsidRPr="00E56519">
              <w:rPr>
                <w:rFonts w:ascii="Corbel" w:hAnsi="Corbel"/>
                <w:sz w:val="24"/>
                <w:szCs w:val="24"/>
              </w:rPr>
              <w:t>wój dziecka przedszkolnego i ucznia klas I-III.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D44E56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6519">
              <w:rPr>
                <w:rFonts w:ascii="Corbel" w:hAnsi="Corbel"/>
                <w:sz w:val="24"/>
                <w:szCs w:val="24"/>
              </w:rPr>
              <w:t>P</w:t>
            </w:r>
            <w:r w:rsidR="008214B5" w:rsidRPr="00E56519">
              <w:rPr>
                <w:rFonts w:ascii="Corbel" w:hAnsi="Corbel"/>
                <w:sz w:val="24"/>
                <w:szCs w:val="24"/>
              </w:rPr>
              <w:t>lanowania, realizacji i oceny spersonalizowanych programów kształcenia i wychowania</w:t>
            </w:r>
          </w:p>
        </w:tc>
      </w:tr>
      <w:tr w:rsidR="00D44E56" w:rsidRPr="009C54AE" w:rsidTr="00523748">
        <w:tc>
          <w:tcPr>
            <w:tcW w:w="9520" w:type="dxa"/>
          </w:tcPr>
          <w:p w:rsidR="00D44E56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i zabawy rozwijające postawę twórczą uczniów i ekspresję uczniów klas początkowych.</w:t>
            </w:r>
          </w:p>
        </w:tc>
      </w:tr>
      <w:tr w:rsidR="00D44E56" w:rsidRPr="009C54AE" w:rsidTr="00523748">
        <w:tc>
          <w:tcPr>
            <w:tcW w:w="9520" w:type="dxa"/>
          </w:tcPr>
          <w:p w:rsidR="00D44E56" w:rsidRDefault="00E56519" w:rsidP="00E565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Motywowanie uczniów edukacji wczesnoszkolnej do podejmowania trudu uczenia się i bud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wania własnych kompetencji.</w:t>
            </w:r>
          </w:p>
        </w:tc>
      </w:tr>
      <w:tr w:rsidR="00D44E56" w:rsidRPr="009C54AE" w:rsidTr="00523748">
        <w:tc>
          <w:tcPr>
            <w:tcW w:w="9520" w:type="dxa"/>
          </w:tcPr>
          <w:p w:rsidR="00D44E56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Uczenie metodą projektów. Konstruowanie  i prezentacja w formie warsztatowej tygodni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wego projektu zajęć w przedszkolu lub edukacji wczesnoszkolnej.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F35FBC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Oddziaływania nauczyciela przedszkola i edukacji wczesnoszkolnej w celu budowania podmi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towości dziecka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F35FBC" w:rsidP="00F35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podręczników klas II i III pod kątem typów zadań zintegrowanych. Próby projektow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nia zintegrowanych zadań szkolnych.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BD08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lastRenderedPageBreak/>
              <w:t>Mapy mentalne i inne metody aktywizujące stosowane w celu porządkownia i utrwalania wi</w:t>
            </w:r>
            <w:r w:rsidRPr="007861C5">
              <w:rPr>
                <w:rFonts w:ascii="Corbel" w:hAnsi="Corbel"/>
                <w:sz w:val="24"/>
                <w:szCs w:val="24"/>
              </w:rPr>
              <w:t>e</w:t>
            </w:r>
            <w:r w:rsidRPr="007861C5">
              <w:rPr>
                <w:rFonts w:ascii="Corbel" w:hAnsi="Corbel"/>
                <w:sz w:val="24"/>
                <w:szCs w:val="24"/>
              </w:rPr>
              <w:t>dzy</w:t>
            </w:r>
            <w:r w:rsidR="00BD083E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podsumowanie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wykład z prezentacją multimedialną;</w:t>
      </w:r>
    </w:p>
    <w:p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 metody gier dyda</w:t>
      </w:r>
      <w:r w:rsidRPr="00A1798C">
        <w:rPr>
          <w:rFonts w:ascii="Corbel" w:hAnsi="Corbel"/>
          <w:sz w:val="24"/>
          <w:szCs w:val="24"/>
        </w:rPr>
        <w:t>k</w:t>
      </w:r>
      <w:r w:rsidRPr="00A1798C">
        <w:rPr>
          <w:rFonts w:ascii="Corbel" w:hAnsi="Corbel"/>
          <w:sz w:val="24"/>
          <w:szCs w:val="24"/>
        </w:rPr>
        <w:t>tycznych, praca grupowa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568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1A3A1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Forma zajęć d</w:t>
            </w: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daktycznych </w:t>
            </w:r>
          </w:p>
          <w:p w:rsidR="0085747A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1A3A1A" w:rsidRDefault="00DE5995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uwzględniające wiedzę z wykładów i ćw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czeń</w:t>
            </w:r>
            <w:r w:rsidR="000B36A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 I semestrze zajęć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</w:tcPr>
          <w:p w:rsidR="0085747A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 </w:t>
            </w:r>
            <w:r w:rsidR="00463B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wykłady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1A3A1A" w:rsidRDefault="000B36A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:rsidR="0085747A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="0025688E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zajęciach</w:t>
            </w:r>
          </w:p>
        </w:tc>
        <w:tc>
          <w:tcPr>
            <w:tcW w:w="2117" w:type="dxa"/>
          </w:tcPr>
          <w:p w:rsidR="0025688E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 semestrze zajęć</w:t>
            </w:r>
          </w:p>
        </w:tc>
        <w:tc>
          <w:tcPr>
            <w:tcW w:w="2117" w:type="dxa"/>
          </w:tcPr>
          <w:p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II semestrze zajęć</w:t>
            </w:r>
          </w:p>
        </w:tc>
        <w:tc>
          <w:tcPr>
            <w:tcW w:w="2117" w:type="dxa"/>
          </w:tcPr>
          <w:p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BD083E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:rsidR="00197919" w:rsidRPr="001A3A1A" w:rsidRDefault="00197919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na zajęciach,  </w:t>
            </w:r>
          </w:p>
        </w:tc>
        <w:tc>
          <w:tcPr>
            <w:tcW w:w="2117" w:type="dxa"/>
          </w:tcPr>
          <w:p w:rsidR="00197919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087325">
              <w:rPr>
                <w:rFonts w:ascii="Corbel" w:hAnsi="Corbel"/>
                <w:b w:val="0"/>
                <w:smallCaps w:val="0"/>
                <w:szCs w:val="24"/>
              </w:rPr>
              <w:t xml:space="preserve">przygotowanie pracy projektowej po I </w:t>
            </w:r>
            <w:proofErr w:type="spellStart"/>
            <w:r w:rsidR="0008732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proofErr w:type="spellEnd"/>
            <w:r w:rsidR="00087325">
              <w:rPr>
                <w:rFonts w:ascii="Corbel" w:hAnsi="Corbel"/>
                <w:b w:val="0"/>
                <w:smallCaps w:val="0"/>
                <w:szCs w:val="24"/>
              </w:rPr>
              <w:t xml:space="preserve"> II semestrze zajęć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0873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7739B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A3A1A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1A3A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436F0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A3A1A">
              <w:rPr>
                <w:rFonts w:ascii="Corbel" w:hAnsi="Corbel"/>
                <w:sz w:val="24"/>
                <w:szCs w:val="24"/>
              </w:rPr>
              <w:t xml:space="preserve">praca projektowa po I </w:t>
            </w:r>
            <w:proofErr w:type="spellStart"/>
            <w:r w:rsidR="001A3A1A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="001A3A1A">
              <w:rPr>
                <w:rFonts w:ascii="Corbel" w:hAnsi="Corbel"/>
                <w:sz w:val="24"/>
                <w:szCs w:val="24"/>
              </w:rPr>
              <w:t xml:space="preserve"> II semestrze zajęć </w:t>
            </w:r>
            <w:r w:rsidR="00BC68A5">
              <w:rPr>
                <w:rFonts w:ascii="Corbel" w:hAnsi="Corbel"/>
                <w:sz w:val="24"/>
                <w:szCs w:val="24"/>
              </w:rPr>
              <w:t>przygot</w:t>
            </w:r>
            <w:r w:rsidR="00BC68A5">
              <w:rPr>
                <w:rFonts w:ascii="Corbel" w:hAnsi="Corbel"/>
                <w:sz w:val="24"/>
                <w:szCs w:val="24"/>
              </w:rPr>
              <w:t>o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wanie </w:t>
            </w:r>
            <w:r w:rsidR="001A3A1A">
              <w:rPr>
                <w:rFonts w:ascii="Corbel" w:hAnsi="Corbel"/>
                <w:sz w:val="24"/>
                <w:szCs w:val="24"/>
              </w:rPr>
              <w:t>się do egzaminu</w:t>
            </w:r>
            <w:r w:rsidR="00BD083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230947" w:rsidRDefault="00230947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30947" w:rsidRDefault="00230947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4143B0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143B0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7739B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474A5E" w:rsidRPr="00B70E38" w:rsidRDefault="00474A5E" w:rsidP="00F92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Adamek I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Edukacja wczesnoszkolna- zmiany, problemy w: Ku integra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ności edukacji wczesnoszkolnej, red.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Smak, S. Włoch, Opole 2011. 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Witkowska –Tomaszewska Anna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Edukacja wczesnos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kolna w dyskursie podmiotowości. Studium teoretyczno- empiryczne, Warszawa 2015</w:t>
            </w:r>
          </w:p>
          <w:p w:rsidR="00B70E38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Indywidualizacja jako postulat i konieczność współcz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snej edukacji początkowej; w: Dziecko -uczeń a wczesna edukacja, red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I. Adamek, Z. </w:t>
            </w: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Zbróg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 Kraków 2011. 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Bonar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Rozwijanie twórczości uczniów klas początkowych poprzez z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dania dydaktyczne w toku kształcenia zintegrowanego,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Łódź 2008</w:t>
            </w:r>
          </w:p>
          <w:p w:rsidR="00474A5E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adamska</w:t>
            </w:r>
            <w:proofErr w:type="spellEnd"/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474A5E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wykorzystanie metod aktywizujących w pracy z grupą, 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wartalnik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dukacyjny 2018/3 (94)</w:t>
            </w:r>
          </w:p>
          <w:p w:rsidR="00B70E38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Gardner H., Inteligencje wielorakie. Nowe horyzonty w teorii i praktyce,  Warszawa 2009. </w:t>
            </w:r>
          </w:p>
          <w:p w:rsidR="00B70E38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Limont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zdolny. Jak go rozpoznać i jak z nim pracować, Sopot  2012.</w:t>
            </w:r>
          </w:p>
          <w:p w:rsidR="00087325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Malinowska J.,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jako badacz w procesie edukacji w: Pedagogika wczesnoszkolna wobec zmieniających się kontekstów społecznych, red. M. Magda Adamowicz,  </w:t>
            </w:r>
            <w:proofErr w:type="spellStart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Kopaczyńska</w:t>
            </w:r>
            <w:proofErr w:type="spellEnd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Toruń 2014</w:t>
            </w:r>
          </w:p>
          <w:p w:rsidR="00087325" w:rsidRPr="00087325" w:rsidRDefault="00087325" w:rsidP="007A3090">
            <w:pPr>
              <w:pStyle w:val="Akapitzlist"/>
              <w:numPr>
                <w:ilvl w:val="0"/>
                <w:numId w:val="3"/>
              </w:numPr>
              <w:spacing w:after="0"/>
              <w:ind w:left="318" w:hanging="318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proofErr w:type="spellStart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Muchacka</w:t>
            </w:r>
            <w:proofErr w:type="spellEnd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 xml:space="preserve"> B., Czaja-</w:t>
            </w:r>
            <w:proofErr w:type="spellStart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Chudyba</w:t>
            </w:r>
            <w:proofErr w:type="spellEnd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 xml:space="preserve"> I</w:t>
            </w:r>
            <w:r w:rsidRPr="00087325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., Strategia wspierania strukturyzacji wiedzy dziecka w sytuacjach edukacyjnych, </w:t>
            </w:r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Kraków 2007.</w:t>
            </w:r>
          </w:p>
          <w:p w:rsidR="002C1BFF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owak-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Ł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ojewska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integrowane zadania w edukacji wczesnoszkolnej,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O.W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mpuls, 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Kraków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2004 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Oelszlaeger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zuścik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grodzka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azur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dukacja małego dzie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ka. </w:t>
            </w:r>
            <w:proofErr w:type="spellStart"/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erunki</w:t>
            </w:r>
            <w:proofErr w:type="spellEnd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zmian w edukacji i stymulacji aktywności twórczej,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mpuls,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2017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wczesnoszkolna- dyskursy, problemy, rozwiązania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Klus-Stańska D., </w:t>
            </w:r>
            <w:proofErr w:type="spellStart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Szczepska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-Pustkowska M., Warszawa 2009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(</w:t>
            </w:r>
            <w:proofErr w:type="spellStart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cz.I</w:t>
            </w:r>
            <w:proofErr w:type="spellEnd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- dyskursy).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Płóciennik Elżbieta,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Stymulowanie zdolności twórczych dziecka weryf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kacja techniki obrazów dynamicznych ,Łódź 2010</w:t>
            </w:r>
          </w:p>
          <w:p w:rsidR="002C1BFF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Pusz S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ry dydaktyczne tworzone przez uczniów edukacji wczesnos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kolnej, 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 Kwartalnik Edukacyjny 2018/3 (94)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Skorecka L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Stymulowanie postaw twórczych dzieci i nauczycieli w: Ku integralności edukacji wczesnoszkolnej,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Smak, S. Włoch, Opole 2011.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Szmidt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K.J.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Pedagogika twórczości,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2007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Uczenie metodą projektów,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D. </w:t>
            </w: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Gołębniak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:rsidR="00135572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Wczesna edukacja dziecka. Implikacje do praktyki pedagogicznej,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Dolata, S. Pusz, Rzeszów 2013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Pr="0067739B" w:rsidRDefault="00087325" w:rsidP="00F92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iteratura uzupełniająca: </w:t>
            </w:r>
          </w:p>
          <w:p w:rsidR="00B70E38" w:rsidRPr="0067739B" w:rsidRDefault="0067739B" w:rsidP="007A3090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ndywidualizacja-socjalizacja -integracja,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krzetuska,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:rsidR="00B70E38" w:rsidRPr="0067739B" w:rsidRDefault="0067739B" w:rsidP="007A3090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indywidualizacja-uzdolnienia –refleksja nauczyciela,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Skrzetuska, Lublin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</w:p>
          <w:p w:rsidR="00135572" w:rsidRPr="009C54AE" w:rsidRDefault="0067739B" w:rsidP="007A3090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ądło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 w edukacji wczesnoszkolnej, w: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ziecko -uczeń a wczesna edukacja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 Adamek, Z. </w:t>
            </w:r>
            <w:proofErr w:type="spellStart"/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bróg</w:t>
            </w:r>
            <w:proofErr w:type="spellEnd"/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809" w:rsidRDefault="00164809" w:rsidP="00C16ABF">
      <w:pPr>
        <w:spacing w:after="0" w:line="240" w:lineRule="auto"/>
      </w:pPr>
      <w:r>
        <w:separator/>
      </w:r>
    </w:p>
  </w:endnote>
  <w:endnote w:type="continuationSeparator" w:id="0">
    <w:p w:rsidR="00164809" w:rsidRDefault="001648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809" w:rsidRDefault="00164809" w:rsidP="00C16ABF">
      <w:pPr>
        <w:spacing w:after="0" w:line="240" w:lineRule="auto"/>
      </w:pPr>
      <w:r>
        <w:separator/>
      </w:r>
    </w:p>
  </w:footnote>
  <w:footnote w:type="continuationSeparator" w:id="0">
    <w:p w:rsidR="00164809" w:rsidRDefault="00164809" w:rsidP="00C16ABF">
      <w:pPr>
        <w:spacing w:after="0" w:line="240" w:lineRule="auto"/>
      </w:pPr>
      <w:r>
        <w:continuationSeparator/>
      </w:r>
    </w:p>
  </w:footnote>
  <w:footnote w:id="1">
    <w:p w:rsidR="0010565C" w:rsidRDefault="00105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5164"/>
    <w:multiLevelType w:val="hybridMultilevel"/>
    <w:tmpl w:val="4F889F74"/>
    <w:lvl w:ilvl="0" w:tplc="D1065366">
      <w:start w:val="2"/>
      <w:numFmt w:val="upperLetter"/>
      <w:lvlText w:val="%1."/>
      <w:lvlJc w:val="left"/>
      <w:pPr>
        <w:ind w:left="4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360D63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624A97E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B3CB29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678340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24A1DF0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10604C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B60176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C0E47F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0C55547F"/>
    <w:multiLevelType w:val="hybridMultilevel"/>
    <w:tmpl w:val="A1642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9B3D5D"/>
    <w:multiLevelType w:val="hybridMultilevel"/>
    <w:tmpl w:val="94F851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896D60"/>
    <w:multiLevelType w:val="hybridMultilevel"/>
    <w:tmpl w:val="6DA83F96"/>
    <w:lvl w:ilvl="0" w:tplc="D51C278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B03797"/>
    <w:multiLevelType w:val="hybridMultilevel"/>
    <w:tmpl w:val="1264C92A"/>
    <w:lvl w:ilvl="0" w:tplc="929AB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084"/>
    <w:rsid w:val="00070ED6"/>
    <w:rsid w:val="000742DC"/>
    <w:rsid w:val="00084C12"/>
    <w:rsid w:val="00087325"/>
    <w:rsid w:val="0009462C"/>
    <w:rsid w:val="00094B12"/>
    <w:rsid w:val="00096C46"/>
    <w:rsid w:val="000A296F"/>
    <w:rsid w:val="000A2A28"/>
    <w:rsid w:val="000B192D"/>
    <w:rsid w:val="000B28EE"/>
    <w:rsid w:val="000B36A8"/>
    <w:rsid w:val="000B3E37"/>
    <w:rsid w:val="000D04B0"/>
    <w:rsid w:val="000E31D3"/>
    <w:rsid w:val="000F1C57"/>
    <w:rsid w:val="000F5615"/>
    <w:rsid w:val="001007A1"/>
    <w:rsid w:val="0010565C"/>
    <w:rsid w:val="00106B51"/>
    <w:rsid w:val="001147EF"/>
    <w:rsid w:val="00124BFF"/>
    <w:rsid w:val="0012560E"/>
    <w:rsid w:val="00127108"/>
    <w:rsid w:val="00134B13"/>
    <w:rsid w:val="00135572"/>
    <w:rsid w:val="00135908"/>
    <w:rsid w:val="00146BC0"/>
    <w:rsid w:val="00153C41"/>
    <w:rsid w:val="00154381"/>
    <w:rsid w:val="001640A7"/>
    <w:rsid w:val="00164809"/>
    <w:rsid w:val="00164FA7"/>
    <w:rsid w:val="00166A03"/>
    <w:rsid w:val="001718A7"/>
    <w:rsid w:val="001737CF"/>
    <w:rsid w:val="00176083"/>
    <w:rsid w:val="00176203"/>
    <w:rsid w:val="001770C7"/>
    <w:rsid w:val="00187D00"/>
    <w:rsid w:val="00192F37"/>
    <w:rsid w:val="00197919"/>
    <w:rsid w:val="001A3A1A"/>
    <w:rsid w:val="001A70D2"/>
    <w:rsid w:val="001D657B"/>
    <w:rsid w:val="001D7B54"/>
    <w:rsid w:val="001E0209"/>
    <w:rsid w:val="001F2CA2"/>
    <w:rsid w:val="002144C0"/>
    <w:rsid w:val="0022477D"/>
    <w:rsid w:val="002278A9"/>
    <w:rsid w:val="00230947"/>
    <w:rsid w:val="002336F9"/>
    <w:rsid w:val="0024028F"/>
    <w:rsid w:val="00244029"/>
    <w:rsid w:val="00244ABC"/>
    <w:rsid w:val="00250745"/>
    <w:rsid w:val="0025688E"/>
    <w:rsid w:val="00281FF2"/>
    <w:rsid w:val="002857DE"/>
    <w:rsid w:val="0028794C"/>
    <w:rsid w:val="00290C21"/>
    <w:rsid w:val="00291567"/>
    <w:rsid w:val="002A22BF"/>
    <w:rsid w:val="002A2389"/>
    <w:rsid w:val="002A4F2A"/>
    <w:rsid w:val="002A671D"/>
    <w:rsid w:val="002B4D55"/>
    <w:rsid w:val="002B5EA0"/>
    <w:rsid w:val="002B6119"/>
    <w:rsid w:val="002C1BFF"/>
    <w:rsid w:val="002C1F06"/>
    <w:rsid w:val="002D3375"/>
    <w:rsid w:val="002D73D4"/>
    <w:rsid w:val="002E3507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3A5"/>
    <w:rsid w:val="0038591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3B0"/>
    <w:rsid w:val="00414E3C"/>
    <w:rsid w:val="0042244A"/>
    <w:rsid w:val="0042745A"/>
    <w:rsid w:val="00431D5C"/>
    <w:rsid w:val="00432B68"/>
    <w:rsid w:val="00434BC0"/>
    <w:rsid w:val="004362C6"/>
    <w:rsid w:val="00436F0D"/>
    <w:rsid w:val="00437FA2"/>
    <w:rsid w:val="00445970"/>
    <w:rsid w:val="0045729E"/>
    <w:rsid w:val="00461EFC"/>
    <w:rsid w:val="00463B92"/>
    <w:rsid w:val="004652C2"/>
    <w:rsid w:val="004676FD"/>
    <w:rsid w:val="004706D1"/>
    <w:rsid w:val="00471326"/>
    <w:rsid w:val="00474A5E"/>
    <w:rsid w:val="0047598D"/>
    <w:rsid w:val="004840FD"/>
    <w:rsid w:val="00490F7D"/>
    <w:rsid w:val="00491678"/>
    <w:rsid w:val="004968E2"/>
    <w:rsid w:val="004A3600"/>
    <w:rsid w:val="004A3EEA"/>
    <w:rsid w:val="004A4D1F"/>
    <w:rsid w:val="004D03A5"/>
    <w:rsid w:val="004D5282"/>
    <w:rsid w:val="004F1551"/>
    <w:rsid w:val="004F55A3"/>
    <w:rsid w:val="0050496F"/>
    <w:rsid w:val="00505CDF"/>
    <w:rsid w:val="00513B6F"/>
    <w:rsid w:val="00517C63"/>
    <w:rsid w:val="00523748"/>
    <w:rsid w:val="00526C94"/>
    <w:rsid w:val="005363C4"/>
    <w:rsid w:val="00536BDE"/>
    <w:rsid w:val="00543ACC"/>
    <w:rsid w:val="00556F5F"/>
    <w:rsid w:val="0056696D"/>
    <w:rsid w:val="00573EF9"/>
    <w:rsid w:val="0059484D"/>
    <w:rsid w:val="0059614A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39B"/>
    <w:rsid w:val="00696477"/>
    <w:rsid w:val="006C1EDB"/>
    <w:rsid w:val="006C55C0"/>
    <w:rsid w:val="006D050F"/>
    <w:rsid w:val="006D6139"/>
    <w:rsid w:val="006E5D65"/>
    <w:rsid w:val="006F1282"/>
    <w:rsid w:val="006F1FBC"/>
    <w:rsid w:val="006F31E2"/>
    <w:rsid w:val="00706544"/>
    <w:rsid w:val="007072BA"/>
    <w:rsid w:val="00714107"/>
    <w:rsid w:val="0071620A"/>
    <w:rsid w:val="00724677"/>
    <w:rsid w:val="00725459"/>
    <w:rsid w:val="00727976"/>
    <w:rsid w:val="007327BD"/>
    <w:rsid w:val="00734608"/>
    <w:rsid w:val="0074398B"/>
    <w:rsid w:val="00745302"/>
    <w:rsid w:val="007461D6"/>
    <w:rsid w:val="00746EC8"/>
    <w:rsid w:val="00762B17"/>
    <w:rsid w:val="00763BF1"/>
    <w:rsid w:val="00766FD4"/>
    <w:rsid w:val="0078168C"/>
    <w:rsid w:val="00787C2A"/>
    <w:rsid w:val="00790E27"/>
    <w:rsid w:val="007A3090"/>
    <w:rsid w:val="007A4022"/>
    <w:rsid w:val="007A6E6E"/>
    <w:rsid w:val="007C3299"/>
    <w:rsid w:val="007C3BCC"/>
    <w:rsid w:val="007C4546"/>
    <w:rsid w:val="007D6E56"/>
    <w:rsid w:val="007F1652"/>
    <w:rsid w:val="007F4155"/>
    <w:rsid w:val="00803EB6"/>
    <w:rsid w:val="0081554D"/>
    <w:rsid w:val="0081707E"/>
    <w:rsid w:val="0081737D"/>
    <w:rsid w:val="008174C6"/>
    <w:rsid w:val="00817676"/>
    <w:rsid w:val="008214B5"/>
    <w:rsid w:val="008449B3"/>
    <w:rsid w:val="00847721"/>
    <w:rsid w:val="00851C4C"/>
    <w:rsid w:val="0085747A"/>
    <w:rsid w:val="008632B8"/>
    <w:rsid w:val="00865074"/>
    <w:rsid w:val="00866EA3"/>
    <w:rsid w:val="008817F3"/>
    <w:rsid w:val="00884922"/>
    <w:rsid w:val="00885F64"/>
    <w:rsid w:val="008917F9"/>
    <w:rsid w:val="008A45F7"/>
    <w:rsid w:val="008C0AE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385"/>
    <w:rsid w:val="00916188"/>
    <w:rsid w:val="00923704"/>
    <w:rsid w:val="00923D7D"/>
    <w:rsid w:val="00926DAB"/>
    <w:rsid w:val="009508DF"/>
    <w:rsid w:val="00950DAC"/>
    <w:rsid w:val="00954A07"/>
    <w:rsid w:val="00997F14"/>
    <w:rsid w:val="009A5A43"/>
    <w:rsid w:val="009A78D9"/>
    <w:rsid w:val="009C1331"/>
    <w:rsid w:val="009C3E31"/>
    <w:rsid w:val="009C54AE"/>
    <w:rsid w:val="009C76F7"/>
    <w:rsid w:val="009C788E"/>
    <w:rsid w:val="009E0CB6"/>
    <w:rsid w:val="009E3B41"/>
    <w:rsid w:val="009F3C5C"/>
    <w:rsid w:val="009F4610"/>
    <w:rsid w:val="00A00ECC"/>
    <w:rsid w:val="00A03CBE"/>
    <w:rsid w:val="00A155EE"/>
    <w:rsid w:val="00A1798C"/>
    <w:rsid w:val="00A2245B"/>
    <w:rsid w:val="00A23E76"/>
    <w:rsid w:val="00A2485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973"/>
    <w:rsid w:val="00AC2BF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F1D"/>
    <w:rsid w:val="00B135B1"/>
    <w:rsid w:val="00B173C3"/>
    <w:rsid w:val="00B3130B"/>
    <w:rsid w:val="00B40ADB"/>
    <w:rsid w:val="00B43B77"/>
    <w:rsid w:val="00B43E80"/>
    <w:rsid w:val="00B607DB"/>
    <w:rsid w:val="00B66529"/>
    <w:rsid w:val="00B70E38"/>
    <w:rsid w:val="00B75946"/>
    <w:rsid w:val="00B8056E"/>
    <w:rsid w:val="00B819C8"/>
    <w:rsid w:val="00B82308"/>
    <w:rsid w:val="00B90885"/>
    <w:rsid w:val="00BB520A"/>
    <w:rsid w:val="00BC68A5"/>
    <w:rsid w:val="00BC7CC7"/>
    <w:rsid w:val="00BD083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137B"/>
    <w:rsid w:val="00D02B25"/>
    <w:rsid w:val="00D02EBA"/>
    <w:rsid w:val="00D17C3C"/>
    <w:rsid w:val="00D2444C"/>
    <w:rsid w:val="00D26B2C"/>
    <w:rsid w:val="00D352C9"/>
    <w:rsid w:val="00D425B2"/>
    <w:rsid w:val="00D428D6"/>
    <w:rsid w:val="00D44E56"/>
    <w:rsid w:val="00D50FBB"/>
    <w:rsid w:val="00D552B2"/>
    <w:rsid w:val="00D608D1"/>
    <w:rsid w:val="00D74119"/>
    <w:rsid w:val="00D8075B"/>
    <w:rsid w:val="00D8678B"/>
    <w:rsid w:val="00DA2114"/>
    <w:rsid w:val="00DC6948"/>
    <w:rsid w:val="00DE09C0"/>
    <w:rsid w:val="00DE2EA8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41357"/>
    <w:rsid w:val="00E41CE0"/>
    <w:rsid w:val="00E432B0"/>
    <w:rsid w:val="00E51E44"/>
    <w:rsid w:val="00E56519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32DE"/>
    <w:rsid w:val="00EE5457"/>
    <w:rsid w:val="00EF415F"/>
    <w:rsid w:val="00F04142"/>
    <w:rsid w:val="00F070AB"/>
    <w:rsid w:val="00F17567"/>
    <w:rsid w:val="00F27A7B"/>
    <w:rsid w:val="00F35FBC"/>
    <w:rsid w:val="00F526AF"/>
    <w:rsid w:val="00F617C3"/>
    <w:rsid w:val="00F7066B"/>
    <w:rsid w:val="00F83B28"/>
    <w:rsid w:val="00F9023C"/>
    <w:rsid w:val="00F92D63"/>
    <w:rsid w:val="00FA46E5"/>
    <w:rsid w:val="00FB7DBA"/>
    <w:rsid w:val="00FC1C25"/>
    <w:rsid w:val="00FC3F45"/>
    <w:rsid w:val="00FC6230"/>
    <w:rsid w:val="00FD503F"/>
    <w:rsid w:val="00FD58E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2FB23-6090-4FBC-A91B-AFA68B899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773</TotalTime>
  <Pages>1</Pages>
  <Words>1597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2019-10-19T07:29:00Z</dcterms:created>
  <dcterms:modified xsi:type="dcterms:W3CDTF">2021-09-28T06:53:00Z</dcterms:modified>
</cp:coreProperties>
</file>